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8B" w:rsidRDefault="00467F8B" w:rsidP="003B5C16"/>
    <w:p w:rsidR="003B5C16" w:rsidRDefault="003B5C16" w:rsidP="003B5C16"/>
    <w:p w:rsidR="003B5C16" w:rsidRDefault="003B5C16" w:rsidP="003B5C16"/>
    <w:p w:rsidR="003B5C16" w:rsidRPr="00F27897" w:rsidRDefault="003B5C16" w:rsidP="003B5C16">
      <w:pPr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IV</w:t>
      </w:r>
      <w:r w:rsidRPr="00F27897">
        <w:rPr>
          <w:rFonts w:ascii="Arial" w:hAnsi="Arial" w:cs="Arial"/>
          <w:b/>
          <w:sz w:val="18"/>
          <w:szCs w:val="18"/>
          <w:lang w:val="es-MX"/>
        </w:rPr>
        <w:t>. Indica el tipo de dato resultante de las siguientes expresiones</w:t>
      </w:r>
      <w:r>
        <w:rPr>
          <w:rFonts w:ascii="Arial" w:hAnsi="Arial" w:cs="Arial"/>
          <w:b/>
          <w:sz w:val="18"/>
          <w:szCs w:val="18"/>
          <w:lang w:val="es-MX"/>
        </w:rPr>
        <w:t xml:space="preserve"> (20</w:t>
      </w:r>
      <w:r w:rsidRPr="00F27897">
        <w:rPr>
          <w:rFonts w:ascii="Arial" w:hAnsi="Arial" w:cs="Arial"/>
          <w:b/>
          <w:sz w:val="18"/>
          <w:szCs w:val="18"/>
          <w:lang w:val="es-MX"/>
        </w:rPr>
        <w:t xml:space="preserve"> pts)</w:t>
      </w:r>
    </w:p>
    <w:p w:rsidR="003B5C16" w:rsidRPr="00F27897" w:rsidRDefault="003B5C16" w:rsidP="003B5C16">
      <w:pPr>
        <w:spacing w:line="360" w:lineRule="auto"/>
        <w:rPr>
          <w:rFonts w:ascii="Arial" w:hAnsi="Arial" w:cs="Arial"/>
          <w:b/>
          <w:sz w:val="18"/>
          <w:szCs w:val="18"/>
          <w:lang w:val="es-MX"/>
        </w:rPr>
      </w:pP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 w:rsidRPr="00CA4EAB">
        <w:rPr>
          <w:rFonts w:ascii="Consolas" w:hAnsi="Consolas" w:cs="Consolas"/>
          <w:color w:val="0000FF"/>
          <w:szCs w:val="34"/>
          <w:lang w:val="en-US" w:eastAsia="es-MX"/>
        </w:rPr>
        <w:t>byte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 = 1;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 w:rsidRPr="00CA4EAB">
        <w:rPr>
          <w:rFonts w:ascii="Consolas" w:hAnsi="Consolas" w:cs="Consolas"/>
          <w:color w:val="0000FF"/>
          <w:szCs w:val="34"/>
          <w:lang w:val="en-US" w:eastAsia="es-MX"/>
        </w:rPr>
        <w:t>double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num2 = 1;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 w:rsidRPr="00CA4EAB">
        <w:rPr>
          <w:rFonts w:ascii="Consolas" w:hAnsi="Consolas" w:cs="Consolas"/>
          <w:color w:val="0000FF"/>
          <w:szCs w:val="34"/>
          <w:lang w:val="en-US" w:eastAsia="es-MX"/>
        </w:rPr>
        <w:t>uint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num3 = 1;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s-MX" w:eastAsia="es-MX"/>
        </w:rPr>
      </w:pPr>
      <w:r w:rsidRPr="00CA4EAB">
        <w:rPr>
          <w:rFonts w:ascii="Consolas" w:hAnsi="Consolas" w:cs="Consolas"/>
          <w:color w:val="0000FF"/>
          <w:szCs w:val="34"/>
          <w:lang w:val="es-MX" w:eastAsia="es-MX"/>
        </w:rPr>
        <w:t>decimal</w:t>
      </w:r>
      <w:r w:rsidRPr="00CA4EAB">
        <w:rPr>
          <w:rFonts w:ascii="Consolas" w:hAnsi="Consolas" w:cs="Consolas"/>
          <w:szCs w:val="34"/>
          <w:lang w:val="es-MX" w:eastAsia="es-MX"/>
        </w:rPr>
        <w:t xml:space="preserve"> dinero = 1m;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s-MX" w:eastAsia="es-MX"/>
        </w:rPr>
      </w:pPr>
      <w:r w:rsidRPr="00CA4EAB">
        <w:rPr>
          <w:rFonts w:ascii="Consolas" w:hAnsi="Consolas" w:cs="Consolas"/>
          <w:color w:val="0000FF"/>
          <w:szCs w:val="34"/>
          <w:lang w:val="es-MX" w:eastAsia="es-MX"/>
        </w:rPr>
        <w:t>float</w:t>
      </w:r>
      <w:r w:rsidRPr="00CA4EAB">
        <w:rPr>
          <w:rFonts w:ascii="Consolas" w:hAnsi="Consolas" w:cs="Consolas"/>
          <w:szCs w:val="34"/>
          <w:lang w:val="es-MX" w:eastAsia="es-MX"/>
        </w:rPr>
        <w:t xml:space="preserve"> num4 = 1;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 w:rsidRPr="00CA4EAB">
        <w:rPr>
          <w:rFonts w:ascii="Consolas" w:hAnsi="Consolas" w:cs="Consolas"/>
          <w:color w:val="0000FF"/>
          <w:szCs w:val="34"/>
          <w:lang w:val="en-US" w:eastAsia="es-MX"/>
        </w:rPr>
        <w:t>sbyte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num5 = 1;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s-MX" w:eastAsia="es-MX"/>
        </w:rPr>
      </w:pPr>
      <w:r w:rsidRPr="00CA4EAB">
        <w:rPr>
          <w:rFonts w:ascii="Consolas" w:hAnsi="Consolas" w:cs="Consolas"/>
          <w:color w:val="2B91AF"/>
          <w:szCs w:val="34"/>
          <w:lang w:val="es-MX" w:eastAsia="es-MX"/>
        </w:rPr>
        <w:t>__________</w:t>
      </w:r>
      <w:r w:rsidRPr="00CA4EAB">
        <w:rPr>
          <w:rFonts w:ascii="Consolas" w:hAnsi="Consolas" w:cs="Consolas"/>
          <w:szCs w:val="34"/>
          <w:lang w:val="es-MX" w:eastAsia="es-MX"/>
        </w:rPr>
        <w:t xml:space="preserve"> num6 = dinero * num3;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s-MX" w:eastAsia="es-MX"/>
        </w:rPr>
      </w:pPr>
      <w:r w:rsidRPr="00CA4EAB">
        <w:rPr>
          <w:rFonts w:ascii="Consolas" w:hAnsi="Consolas" w:cs="Consolas"/>
          <w:color w:val="2B91AF"/>
          <w:szCs w:val="34"/>
          <w:lang w:val="es-MX" w:eastAsia="es-MX"/>
        </w:rPr>
        <w:t>__________</w:t>
      </w:r>
      <w:r w:rsidRPr="00CA4EAB">
        <w:rPr>
          <w:rFonts w:ascii="Consolas" w:hAnsi="Consolas" w:cs="Consolas"/>
          <w:szCs w:val="34"/>
          <w:lang w:val="es-MX" w:eastAsia="es-MX"/>
        </w:rPr>
        <w:t xml:space="preserve"> num7 = dinero * num;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>
        <w:rPr>
          <w:rFonts w:ascii="Consolas" w:hAnsi="Consolas" w:cs="Consolas"/>
          <w:color w:val="2B91AF"/>
          <w:szCs w:val="34"/>
          <w:lang w:val="en-US" w:eastAsia="es-MX"/>
        </w:rPr>
        <w:t>__________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num8 = num3 + num5;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>
        <w:rPr>
          <w:rFonts w:ascii="Consolas" w:hAnsi="Consolas" w:cs="Consolas"/>
          <w:color w:val="2B91AF"/>
          <w:szCs w:val="34"/>
          <w:lang w:val="en-US" w:eastAsia="es-MX"/>
        </w:rPr>
        <w:t>__________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num9 = (</w:t>
      </w:r>
      <w:r w:rsidRPr="00CA4EAB">
        <w:rPr>
          <w:rFonts w:ascii="Consolas" w:hAnsi="Consolas" w:cs="Consolas"/>
          <w:color w:val="0000FF"/>
          <w:szCs w:val="34"/>
          <w:lang w:val="en-US" w:eastAsia="es-MX"/>
        </w:rPr>
        <w:t>sbyte</w:t>
      </w:r>
      <w:r w:rsidRPr="00CA4EAB">
        <w:rPr>
          <w:rFonts w:ascii="Consolas" w:hAnsi="Consolas" w:cs="Consolas"/>
          <w:szCs w:val="34"/>
          <w:lang w:val="en-US" w:eastAsia="es-MX"/>
        </w:rPr>
        <w:t>)num3 * num5;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r>
        <w:rPr>
          <w:rFonts w:ascii="Consolas" w:hAnsi="Consolas" w:cs="Consolas"/>
          <w:color w:val="2B91AF"/>
          <w:szCs w:val="34"/>
          <w:lang w:val="en-US" w:eastAsia="es-MX"/>
        </w:rPr>
        <w:t>__________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num10 = (</w:t>
      </w:r>
      <w:r w:rsidRPr="00CA4EAB">
        <w:rPr>
          <w:rFonts w:ascii="Consolas" w:hAnsi="Consolas" w:cs="Consolas"/>
          <w:color w:val="0000FF"/>
          <w:szCs w:val="34"/>
          <w:lang w:val="en-US" w:eastAsia="es-MX"/>
        </w:rPr>
        <w:t>byte</w:t>
      </w:r>
      <w:r w:rsidRPr="00CA4EAB">
        <w:rPr>
          <w:rFonts w:ascii="Consolas" w:hAnsi="Consolas" w:cs="Consolas"/>
          <w:szCs w:val="34"/>
          <w:lang w:val="en-US" w:eastAsia="es-MX"/>
        </w:rPr>
        <w:t>)num2 + num4;</w:t>
      </w:r>
    </w:p>
    <w:p w:rsidR="003B5C16" w:rsidRPr="00CA4EAB" w:rsidRDefault="003B5C16" w:rsidP="003B5C16">
      <w:pPr>
        <w:autoSpaceDE w:val="0"/>
        <w:autoSpaceDN w:val="0"/>
        <w:adjustRightInd w:val="0"/>
        <w:rPr>
          <w:rFonts w:ascii="Consolas" w:hAnsi="Consolas" w:cs="Consolas"/>
          <w:szCs w:val="34"/>
          <w:lang w:val="en-US" w:eastAsia="es-MX"/>
        </w:rPr>
      </w:pPr>
      <w:bookmarkStart w:id="0" w:name="_GoBack"/>
      <w:bookmarkEnd w:id="0"/>
      <w:r>
        <w:rPr>
          <w:rFonts w:ascii="Consolas" w:hAnsi="Consolas" w:cs="Consolas"/>
          <w:color w:val="2B91AF"/>
          <w:szCs w:val="34"/>
          <w:lang w:val="en-US" w:eastAsia="es-MX"/>
        </w:rPr>
        <w:t>__________</w:t>
      </w:r>
      <w:r w:rsidRPr="00CA4EAB">
        <w:rPr>
          <w:rFonts w:ascii="Consolas" w:hAnsi="Consolas" w:cs="Consolas"/>
          <w:szCs w:val="34"/>
          <w:lang w:val="en-US" w:eastAsia="es-MX"/>
        </w:rPr>
        <w:t xml:space="preserve"> num11 = (</w:t>
      </w:r>
      <w:r w:rsidRPr="00CA4EAB">
        <w:rPr>
          <w:rFonts w:ascii="Consolas" w:hAnsi="Consolas" w:cs="Consolas"/>
          <w:color w:val="0000FF"/>
          <w:szCs w:val="34"/>
          <w:lang w:val="en-US" w:eastAsia="es-MX"/>
        </w:rPr>
        <w:t>short</w:t>
      </w:r>
      <w:r w:rsidRPr="00CA4EAB">
        <w:rPr>
          <w:rFonts w:ascii="Consolas" w:hAnsi="Consolas" w:cs="Consolas"/>
          <w:szCs w:val="34"/>
          <w:lang w:val="en-US" w:eastAsia="es-MX"/>
        </w:rPr>
        <w:t>)(num + num5) + num5;</w:t>
      </w:r>
    </w:p>
    <w:p w:rsidR="003B5C16" w:rsidRPr="00CA4EAB" w:rsidRDefault="003B5C16" w:rsidP="003B5C16">
      <w:pPr>
        <w:spacing w:line="360" w:lineRule="auto"/>
        <w:rPr>
          <w:rFonts w:ascii="Arial" w:hAnsi="Arial" w:cs="Arial"/>
          <w:sz w:val="12"/>
          <w:szCs w:val="18"/>
          <w:lang w:val="en-US"/>
        </w:rPr>
      </w:pPr>
    </w:p>
    <w:p w:rsidR="003B5C16" w:rsidRDefault="003B5C16" w:rsidP="003B5C16"/>
    <w:p w:rsidR="003B5C16" w:rsidRPr="00F27897" w:rsidRDefault="003B5C16" w:rsidP="003B5C16">
      <w:pPr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n-US"/>
        </w:rPr>
        <w:t>V.- Evalúa las siguientes expresiones lógicas tomando en cuenta la prioridad de los operadores y el cortocircuito si se aplica.</w:t>
      </w:r>
    </w:p>
    <w:p w:rsidR="003B5C16" w:rsidRPr="00F27897" w:rsidRDefault="003B5C16" w:rsidP="003B5C16">
      <w:pPr>
        <w:rPr>
          <w:rFonts w:ascii="Arial" w:hAnsi="Arial" w:cs="Arial"/>
          <w:b/>
          <w:sz w:val="18"/>
          <w:szCs w:val="18"/>
          <w:lang w:val="en-US"/>
        </w:rPr>
      </w:pPr>
    </w:p>
    <w:p w:rsidR="003B5C16" w:rsidRPr="00F96B9D" w:rsidRDefault="003B5C16" w:rsidP="003B5C16">
      <w:pPr>
        <w:autoSpaceDE w:val="0"/>
        <w:autoSpaceDN w:val="0"/>
        <w:adjustRightInd w:val="0"/>
        <w:rPr>
          <w:rFonts w:ascii="Consolas" w:hAnsi="Consolas" w:cs="Consolas"/>
          <w:sz w:val="28"/>
          <w:szCs w:val="34"/>
          <w:lang w:val="en-US" w:eastAsia="es-MX"/>
        </w:rPr>
      </w:pP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bool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w1 = (1 == 1) &amp;&amp; (2 == 3);</w:t>
      </w:r>
    </w:p>
    <w:p w:rsidR="003B5C16" w:rsidRPr="00F96B9D" w:rsidRDefault="003B5C16" w:rsidP="003B5C16">
      <w:pPr>
        <w:autoSpaceDE w:val="0"/>
        <w:autoSpaceDN w:val="0"/>
        <w:adjustRightInd w:val="0"/>
        <w:rPr>
          <w:rFonts w:ascii="Consolas" w:hAnsi="Consolas" w:cs="Consolas"/>
          <w:sz w:val="28"/>
          <w:szCs w:val="34"/>
          <w:lang w:val="en-US" w:eastAsia="es-MX"/>
        </w:rPr>
      </w:pP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bool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w2 = (2 + 3 * 2) &gt;= ((2 + 3) * 2);</w:t>
      </w:r>
    </w:p>
    <w:p w:rsidR="003B5C16" w:rsidRPr="00F96B9D" w:rsidRDefault="003B5C16" w:rsidP="003B5C16">
      <w:pPr>
        <w:autoSpaceDE w:val="0"/>
        <w:autoSpaceDN w:val="0"/>
        <w:adjustRightInd w:val="0"/>
        <w:rPr>
          <w:rFonts w:ascii="Consolas" w:hAnsi="Consolas" w:cs="Consolas"/>
          <w:sz w:val="28"/>
          <w:szCs w:val="34"/>
          <w:lang w:val="en-US" w:eastAsia="es-MX"/>
        </w:rPr>
      </w:pP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bool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w3 = (!w1 || w2) &amp;&amp; w2;</w:t>
      </w:r>
    </w:p>
    <w:p w:rsidR="003B5C16" w:rsidRPr="00F96B9D" w:rsidRDefault="003B5C16" w:rsidP="003B5C16">
      <w:pPr>
        <w:autoSpaceDE w:val="0"/>
        <w:autoSpaceDN w:val="0"/>
        <w:adjustRightInd w:val="0"/>
        <w:rPr>
          <w:rFonts w:ascii="Consolas" w:hAnsi="Consolas" w:cs="Consolas"/>
          <w:sz w:val="28"/>
          <w:szCs w:val="34"/>
          <w:lang w:val="en-US" w:eastAsia="es-MX"/>
        </w:rPr>
      </w:pP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bool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w4 = </w:t>
      </w: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true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|| (23 * 45 - 32 - 6 == 120 &amp;&amp; </w:t>
      </w:r>
      <w:r>
        <w:rPr>
          <w:rFonts w:ascii="Consolas" w:hAnsi="Consolas" w:cs="Consolas"/>
          <w:color w:val="0000FF"/>
          <w:sz w:val="28"/>
          <w:szCs w:val="34"/>
          <w:lang w:val="en-US" w:eastAsia="es-MX"/>
        </w:rPr>
        <w:t>true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|| </w:t>
      </w: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false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|| </w:t>
      </w: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true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>);</w:t>
      </w:r>
    </w:p>
    <w:p w:rsidR="003B5C16" w:rsidRPr="00F96B9D" w:rsidRDefault="003B5C16" w:rsidP="003B5C16">
      <w:pPr>
        <w:autoSpaceDE w:val="0"/>
        <w:autoSpaceDN w:val="0"/>
        <w:adjustRightInd w:val="0"/>
        <w:rPr>
          <w:rFonts w:ascii="Consolas" w:hAnsi="Consolas" w:cs="Consolas"/>
          <w:sz w:val="28"/>
          <w:szCs w:val="34"/>
          <w:lang w:val="en-US" w:eastAsia="es-MX"/>
        </w:rPr>
      </w:pP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bool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 xml:space="preserve"> w5 = !w1 &amp; !w2 &amp; !w3 || </w:t>
      </w:r>
      <w:r w:rsidRPr="00F96B9D">
        <w:rPr>
          <w:rFonts w:ascii="Consolas" w:hAnsi="Consolas" w:cs="Consolas"/>
          <w:color w:val="0000FF"/>
          <w:sz w:val="28"/>
          <w:szCs w:val="34"/>
          <w:lang w:val="en-US" w:eastAsia="es-MX"/>
        </w:rPr>
        <w:t>true</w:t>
      </w:r>
      <w:r w:rsidRPr="00F96B9D">
        <w:rPr>
          <w:rFonts w:ascii="Consolas" w:hAnsi="Consolas" w:cs="Consolas"/>
          <w:sz w:val="28"/>
          <w:szCs w:val="34"/>
          <w:lang w:val="en-US" w:eastAsia="es-MX"/>
        </w:rPr>
        <w:t>;</w:t>
      </w:r>
    </w:p>
    <w:p w:rsidR="003B5C16" w:rsidRPr="00F27897" w:rsidRDefault="003B5C16" w:rsidP="003B5C16">
      <w:pPr>
        <w:rPr>
          <w:rFonts w:ascii="Arial" w:hAnsi="Arial" w:cs="Arial"/>
          <w:sz w:val="18"/>
          <w:szCs w:val="18"/>
          <w:lang w:val="en-US"/>
        </w:rPr>
      </w:pPr>
    </w:p>
    <w:p w:rsidR="003B5C16" w:rsidRPr="00F96B9D" w:rsidRDefault="003B5C16" w:rsidP="003B5C16">
      <w:pPr>
        <w:rPr>
          <w:rFonts w:ascii="Arial" w:hAnsi="Arial" w:cs="Arial"/>
          <w:sz w:val="22"/>
          <w:szCs w:val="18"/>
          <w:lang w:val="es-MX"/>
        </w:rPr>
      </w:pPr>
      <w:r w:rsidRPr="00F96B9D">
        <w:rPr>
          <w:rFonts w:ascii="Arial" w:hAnsi="Arial" w:cs="Arial"/>
          <w:sz w:val="22"/>
          <w:szCs w:val="18"/>
          <w:lang w:val="es-MX"/>
        </w:rPr>
        <w:t>Valores:</w:t>
      </w:r>
    </w:p>
    <w:p w:rsidR="003B5C16" w:rsidRPr="00F96B9D" w:rsidRDefault="003B5C16" w:rsidP="003B5C16">
      <w:pPr>
        <w:rPr>
          <w:rFonts w:ascii="Arial" w:hAnsi="Arial" w:cs="Arial"/>
          <w:sz w:val="22"/>
          <w:szCs w:val="18"/>
          <w:lang w:val="es-MX"/>
        </w:rPr>
      </w:pPr>
      <w:r w:rsidRPr="00F96B9D">
        <w:rPr>
          <w:rFonts w:ascii="Arial" w:hAnsi="Arial" w:cs="Arial"/>
          <w:sz w:val="22"/>
          <w:szCs w:val="18"/>
          <w:lang w:val="es-MX"/>
        </w:rPr>
        <w:t>w1________</w:t>
      </w:r>
      <w:r w:rsidRPr="00F96B9D">
        <w:rPr>
          <w:rFonts w:ascii="Arial" w:hAnsi="Arial" w:cs="Arial"/>
          <w:sz w:val="22"/>
          <w:szCs w:val="18"/>
          <w:lang w:val="es-MX"/>
        </w:rPr>
        <w:tab/>
        <w:t>w3______________</w:t>
      </w:r>
      <w:r w:rsidRPr="00F96B9D">
        <w:rPr>
          <w:rFonts w:ascii="Arial" w:hAnsi="Arial" w:cs="Arial"/>
          <w:sz w:val="22"/>
          <w:szCs w:val="18"/>
          <w:lang w:val="es-MX"/>
        </w:rPr>
        <w:tab/>
        <w:t>w5________________</w:t>
      </w:r>
      <w:r w:rsidRPr="00F96B9D">
        <w:rPr>
          <w:rFonts w:ascii="Arial" w:hAnsi="Arial" w:cs="Arial"/>
          <w:sz w:val="22"/>
          <w:szCs w:val="18"/>
          <w:lang w:val="es-MX"/>
        </w:rPr>
        <w:tab/>
        <w:t>w7__________________</w:t>
      </w:r>
    </w:p>
    <w:p w:rsidR="003B5C16" w:rsidRPr="00F96B9D" w:rsidRDefault="003B5C16" w:rsidP="003B5C16">
      <w:pPr>
        <w:rPr>
          <w:rFonts w:ascii="Arial" w:hAnsi="Arial" w:cs="Arial"/>
          <w:sz w:val="22"/>
          <w:szCs w:val="18"/>
          <w:lang w:val="es-MX"/>
        </w:rPr>
      </w:pPr>
      <w:r w:rsidRPr="00F96B9D">
        <w:rPr>
          <w:rFonts w:ascii="Arial" w:hAnsi="Arial" w:cs="Arial"/>
          <w:sz w:val="22"/>
          <w:szCs w:val="18"/>
          <w:lang w:val="es-MX"/>
        </w:rPr>
        <w:t>w2________</w:t>
      </w:r>
      <w:r w:rsidRPr="00F96B9D">
        <w:rPr>
          <w:rFonts w:ascii="Arial" w:hAnsi="Arial" w:cs="Arial"/>
          <w:sz w:val="22"/>
          <w:szCs w:val="18"/>
          <w:lang w:val="es-MX"/>
        </w:rPr>
        <w:tab/>
        <w:t>w4______________</w:t>
      </w:r>
      <w:r w:rsidRPr="00F96B9D">
        <w:rPr>
          <w:rFonts w:ascii="Arial" w:hAnsi="Arial" w:cs="Arial"/>
          <w:sz w:val="22"/>
          <w:szCs w:val="18"/>
          <w:lang w:val="es-MX"/>
        </w:rPr>
        <w:tab/>
        <w:t>w6________________</w:t>
      </w:r>
      <w:r w:rsidRPr="00F96B9D">
        <w:rPr>
          <w:rFonts w:ascii="Arial" w:hAnsi="Arial" w:cs="Arial"/>
          <w:sz w:val="22"/>
          <w:szCs w:val="18"/>
          <w:lang w:val="es-MX"/>
        </w:rPr>
        <w:tab/>
        <w:t>w8__________________</w:t>
      </w:r>
    </w:p>
    <w:p w:rsidR="003B5C16" w:rsidRPr="00F27897" w:rsidRDefault="003B5C16" w:rsidP="003B5C16">
      <w:pPr>
        <w:rPr>
          <w:rFonts w:ascii="Arial" w:hAnsi="Arial" w:cs="Arial"/>
          <w:sz w:val="18"/>
          <w:szCs w:val="18"/>
          <w:lang w:val="es-MX"/>
        </w:rPr>
      </w:pPr>
    </w:p>
    <w:p w:rsidR="003B5C16" w:rsidRPr="003B5C16" w:rsidRDefault="003B5C16" w:rsidP="003B5C16"/>
    <w:sectPr w:rsidR="003B5C16" w:rsidRPr="003B5C16" w:rsidSect="00AB1C38">
      <w:headerReference w:type="default" r:id="rId8"/>
      <w:footerReference w:type="default" r:id="rId9"/>
      <w:pgSz w:w="12240" w:h="15840" w:code="1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4F9" w:rsidRDefault="008E64F9">
      <w:r>
        <w:separator/>
      </w:r>
    </w:p>
  </w:endnote>
  <w:endnote w:type="continuationSeparator" w:id="0">
    <w:p w:rsidR="008E64F9" w:rsidRDefault="008E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954"/>
      <w:gridCol w:w="694"/>
      <w:gridCol w:w="554"/>
      <w:gridCol w:w="1453"/>
      <w:gridCol w:w="2557"/>
      <w:gridCol w:w="2391"/>
      <w:gridCol w:w="2197"/>
    </w:tblGrid>
    <w:tr w:rsidR="00455750" w:rsidRPr="00467F8B" w:rsidTr="00296640">
      <w:tc>
        <w:tcPr>
          <w:tcW w:w="1668" w:type="dxa"/>
          <w:gridSpan w:val="2"/>
          <w:shd w:val="clear" w:color="auto" w:fill="auto"/>
        </w:tcPr>
        <w:p w:rsidR="00455750" w:rsidRPr="00467F8B" w:rsidRDefault="00455750" w:rsidP="00296640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FIRMA DEL DOCENTE:</w:t>
          </w:r>
        </w:p>
      </w:tc>
      <w:tc>
        <w:tcPr>
          <w:tcW w:w="2056" w:type="dxa"/>
          <w:gridSpan w:val="2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2621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2427" w:type="dxa"/>
          <w:shd w:val="clear" w:color="auto" w:fill="auto"/>
        </w:tcPr>
        <w:p w:rsidR="00455750" w:rsidRPr="00467F8B" w:rsidRDefault="00455750" w:rsidP="0036747E">
          <w:pPr>
            <w:spacing w:before="20" w:after="20"/>
            <w:jc w:val="center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DIVISIÓN ACADÉMICA:</w:t>
          </w:r>
        </w:p>
      </w:tc>
      <w:tc>
        <w:tcPr>
          <w:tcW w:w="2244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</w:tr>
    <w:tr w:rsidR="00455750" w:rsidRPr="00467F8B" w:rsidTr="007D1CE2">
      <w:trPr>
        <w:trHeight w:val="186"/>
      </w:trPr>
      <w:tc>
        <w:tcPr>
          <w:tcW w:w="959" w:type="dxa"/>
          <w:shd w:val="clear" w:color="auto" w:fill="auto"/>
        </w:tcPr>
        <w:p w:rsidR="00455750" w:rsidRPr="00467F8B" w:rsidRDefault="00455750" w:rsidP="006E4EA0">
          <w:pPr>
            <w:spacing w:before="60" w:after="20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RC 04-01</w:t>
          </w:r>
        </w:p>
      </w:tc>
      <w:tc>
        <w:tcPr>
          <w:tcW w:w="1276" w:type="dxa"/>
          <w:gridSpan w:val="2"/>
          <w:shd w:val="clear" w:color="auto" w:fill="auto"/>
        </w:tcPr>
        <w:p w:rsidR="00455750" w:rsidRPr="00467F8B" w:rsidRDefault="00455750" w:rsidP="00BD37BC">
          <w:pPr>
            <w:spacing w:before="6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6537" w:type="dxa"/>
          <w:gridSpan w:val="3"/>
          <w:shd w:val="clear" w:color="auto" w:fill="auto"/>
        </w:tcPr>
        <w:p w:rsidR="00455750" w:rsidRPr="00467F8B" w:rsidRDefault="00455750" w:rsidP="0036747E">
          <w:pPr>
            <w:spacing w:before="60" w:after="20"/>
            <w:jc w:val="center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0"/>
            </w:rPr>
            <w:t>Fecha de revisión: 28 de Enero de 2013</w:t>
          </w:r>
        </w:p>
      </w:tc>
      <w:tc>
        <w:tcPr>
          <w:tcW w:w="2244" w:type="dxa"/>
          <w:tcBorders>
            <w:top w:val="single" w:sz="4" w:space="0" w:color="auto"/>
          </w:tcBorders>
          <w:shd w:val="clear" w:color="auto" w:fill="auto"/>
        </w:tcPr>
        <w:p w:rsidR="00455750" w:rsidRPr="00467F8B" w:rsidRDefault="00455750" w:rsidP="007D1CE2">
          <w:pPr>
            <w:spacing w:before="60" w:after="20"/>
            <w:jc w:val="right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0"/>
            </w:rPr>
            <w:t>Rev.  08</w:t>
          </w:r>
        </w:p>
      </w:tc>
    </w:tr>
  </w:tbl>
  <w:p w:rsidR="00455750" w:rsidRPr="004215E7" w:rsidRDefault="00455750" w:rsidP="00157D44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4F9" w:rsidRDefault="008E64F9">
      <w:r>
        <w:separator/>
      </w:r>
    </w:p>
  </w:footnote>
  <w:footnote w:type="continuationSeparator" w:id="0">
    <w:p w:rsidR="008E64F9" w:rsidRDefault="008E6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50" w:rsidRDefault="00455750" w:rsidP="00157D44">
    <w:pPr>
      <w:rPr>
        <w:rFonts w:ascii="Arial" w:hAnsi="Arial" w:cs="Arial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5999099</wp:posOffset>
          </wp:positionH>
          <wp:positionV relativeFrom="paragraph">
            <wp:posOffset>159385</wp:posOffset>
          </wp:positionV>
          <wp:extent cx="1097280" cy="496570"/>
          <wp:effectExtent l="0" t="0" r="7620" b="0"/>
          <wp:wrapNone/>
          <wp:docPr id="122" name="Imagen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11091" w:type="dxa"/>
      <w:tblLayout w:type="fixed"/>
      <w:tblLook w:val="04A0" w:firstRow="1" w:lastRow="0" w:firstColumn="1" w:lastColumn="0" w:noHBand="0" w:noVBand="1"/>
    </w:tblPr>
    <w:tblGrid>
      <w:gridCol w:w="1384"/>
      <w:gridCol w:w="284"/>
      <w:gridCol w:w="1268"/>
      <w:gridCol w:w="291"/>
      <w:gridCol w:w="140"/>
      <w:gridCol w:w="1986"/>
      <w:gridCol w:w="284"/>
      <w:gridCol w:w="1701"/>
      <w:gridCol w:w="264"/>
      <w:gridCol w:w="19"/>
      <w:gridCol w:w="797"/>
      <w:gridCol w:w="195"/>
      <w:gridCol w:w="284"/>
      <w:gridCol w:w="850"/>
      <w:gridCol w:w="1325"/>
      <w:gridCol w:w="19"/>
    </w:tblGrid>
    <w:tr w:rsidR="00455750" w:rsidRPr="00467F8B" w:rsidTr="00D06EDA">
      <w:trPr>
        <w:gridAfter w:val="1"/>
        <w:wAfter w:w="19" w:type="dxa"/>
        <w:trHeight w:val="265"/>
      </w:trPr>
      <w:tc>
        <w:tcPr>
          <w:tcW w:w="1384" w:type="dxa"/>
          <w:vMerge w:val="restart"/>
          <w:shd w:val="clear" w:color="auto" w:fill="auto"/>
          <w:vAlign w:val="center"/>
        </w:tcPr>
        <w:p w:rsidR="00455750" w:rsidRPr="00467F8B" w:rsidRDefault="00036941" w:rsidP="007F56CB">
          <w:pPr>
            <w:rPr>
              <w:rFonts w:asciiTheme="minorHAnsi" w:hAnsiTheme="minorHAnsi" w:cs="Arial"/>
              <w:szCs w:val="22"/>
            </w:rPr>
          </w:pPr>
          <w:r>
            <w:rPr>
              <w:rFonts w:asciiTheme="minorHAnsi" w:hAnsiTheme="minorHAnsi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659130</wp:posOffset>
                    </wp:positionH>
                    <wp:positionV relativeFrom="paragraph">
                      <wp:posOffset>518795</wp:posOffset>
                    </wp:positionV>
                    <wp:extent cx="5619750" cy="577850"/>
                    <wp:effectExtent l="0" t="0" r="19050" b="12700"/>
                    <wp:wrapNone/>
                    <wp:docPr id="2" name="AutoShap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619750" cy="5778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6D3CCF8" id="AutoShape 14" o:spid="_x0000_s1026" style="position:absolute;margin-left:51.9pt;margin-top:40.85pt;width:442.5pt;height: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" filled="f"/>
                </w:pict>
              </mc:Fallback>
            </mc:AlternateContent>
          </w:r>
          <w:r w:rsidR="00455750" w:rsidRPr="00467F8B">
            <w:rPr>
              <w:rFonts w:asciiTheme="minorHAnsi" w:hAnsiTheme="minorHAnsi"/>
              <w:noProof/>
              <w:lang w:val="es-MX" w:eastAsia="es-MX"/>
            </w:rPr>
            <w:drawing>
              <wp:inline distT="0" distB="0" distL="0" distR="0">
                <wp:extent cx="666750" cy="647700"/>
                <wp:effectExtent l="0" t="0" r="0" b="0"/>
                <wp:docPr id="123" name="Imagen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  <w:gridSpan w:val="13"/>
          <w:shd w:val="clear" w:color="auto" w:fill="auto"/>
          <w:vAlign w:val="center"/>
        </w:tcPr>
        <w:p w:rsidR="00455750" w:rsidRPr="00467F8B" w:rsidRDefault="00036941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noProof/>
              <w:sz w:val="20"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306705</wp:posOffset>
                    </wp:positionH>
                    <wp:positionV relativeFrom="paragraph">
                      <wp:posOffset>60325</wp:posOffset>
                    </wp:positionV>
                    <wp:extent cx="4666615" cy="431165"/>
                    <wp:effectExtent l="0" t="0" r="19685" b="26035"/>
                    <wp:wrapNone/>
                    <wp:docPr id="1" name="AutoSha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66615" cy="4311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92A4758" id="AutoShape 13" o:spid="_x0000_s1026" style="position:absolute;margin-left:24.15pt;margin-top:4.75pt;width:367.45pt;height:3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" filled="f"/>
                </w:pict>
              </mc:Fallback>
            </mc:AlternateConten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 xml:space="preserve">DOCUMENTACIÓN DE LOS SISTEMAS DE GESTIÓN DE </w: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CALIDAD Y MEDIO AMBIENTE</w: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Cs w:val="22"/>
            </w:rPr>
          </w:pPr>
        </w:p>
      </w:tc>
      <w:tc>
        <w:tcPr>
          <w:tcW w:w="1325" w:type="dxa"/>
          <w:vMerge w:val="restart"/>
          <w:shd w:val="clear" w:color="auto" w:fill="auto"/>
        </w:tcPr>
        <w:p w:rsidR="00455750" w:rsidRPr="00467F8B" w:rsidRDefault="00455750" w:rsidP="007F56CB">
          <w:pPr>
            <w:jc w:val="right"/>
            <w:rPr>
              <w:rFonts w:asciiTheme="minorHAnsi" w:hAnsiTheme="minorHAnsi" w:cs="Arial"/>
              <w:szCs w:val="22"/>
            </w:rPr>
          </w:pPr>
        </w:p>
      </w:tc>
    </w:tr>
    <w:tr w:rsidR="00455750" w:rsidRPr="00467F8B" w:rsidTr="006A5A28">
      <w:trPr>
        <w:gridAfter w:val="1"/>
        <w:wAfter w:w="19" w:type="dxa"/>
        <w:trHeight w:val="265"/>
      </w:trPr>
      <w:tc>
        <w:tcPr>
          <w:tcW w:w="1384" w:type="dxa"/>
          <w:vMerge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  <w:tc>
        <w:tcPr>
          <w:tcW w:w="1983" w:type="dxa"/>
          <w:gridSpan w:val="4"/>
          <w:shd w:val="clear" w:color="auto" w:fill="auto"/>
          <w:vAlign w:val="center"/>
        </w:tcPr>
        <w:p w:rsidR="00455750" w:rsidRPr="00467F8B" w:rsidRDefault="00455750" w:rsidP="007F56CB">
          <w:pPr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EXAMEN DE LA MATERIA:</w:t>
          </w:r>
        </w:p>
      </w:tc>
      <w:tc>
        <w:tcPr>
          <w:tcW w:w="4235" w:type="dxa"/>
          <w:gridSpan w:val="4"/>
          <w:tcBorders>
            <w:bottom w:val="single" w:sz="4" w:space="0" w:color="auto"/>
          </w:tcBorders>
          <w:shd w:val="clear" w:color="auto" w:fill="auto"/>
          <w:noWrap/>
          <w:vAlign w:val="center"/>
        </w:tcPr>
        <w:p w:rsidR="00455750" w:rsidRPr="00467F8B" w:rsidRDefault="00352FB5" w:rsidP="006A5A28">
          <w:pPr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sz w:val="20"/>
              <w:szCs w:val="22"/>
            </w:rPr>
            <w:t>Fundamentos de Programación</w:t>
          </w:r>
        </w:p>
      </w:tc>
      <w:tc>
        <w:tcPr>
          <w:tcW w:w="816" w:type="dxa"/>
          <w:gridSpan w:val="2"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UNIDAD:</w:t>
          </w:r>
        </w:p>
      </w:tc>
      <w:tc>
        <w:tcPr>
          <w:tcW w:w="1329" w:type="dxa"/>
          <w:gridSpan w:val="3"/>
          <w:tcBorders>
            <w:bottom w:val="single" w:sz="4" w:space="0" w:color="auto"/>
          </w:tcBorders>
          <w:shd w:val="clear" w:color="auto" w:fill="auto"/>
          <w:vAlign w:val="center"/>
        </w:tcPr>
        <w:p w:rsidR="00455750" w:rsidRPr="00467F8B" w:rsidRDefault="00760907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sz w:val="20"/>
              <w:szCs w:val="22"/>
            </w:rPr>
            <w:t>2</w:t>
          </w:r>
        </w:p>
      </w:tc>
      <w:tc>
        <w:tcPr>
          <w:tcW w:w="1325" w:type="dxa"/>
          <w:vMerge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</w:tr>
    <w:tr w:rsidR="00455750" w:rsidRPr="00467F8B" w:rsidTr="00D06EDA">
      <w:trPr>
        <w:gridAfter w:val="1"/>
        <w:wAfter w:w="19" w:type="dxa"/>
        <w:trHeight w:val="64"/>
      </w:trPr>
      <w:tc>
        <w:tcPr>
          <w:tcW w:w="1384" w:type="dxa"/>
          <w:vMerge w:val="restart"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/>
            </w:rPr>
          </w:pPr>
        </w:p>
      </w:tc>
      <w:tc>
        <w:tcPr>
          <w:tcW w:w="8363" w:type="dxa"/>
          <w:gridSpan w:val="13"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 w:cs="Arial"/>
              <w:b/>
              <w:sz w:val="2"/>
              <w:szCs w:val="22"/>
            </w:rPr>
          </w:pPr>
        </w:p>
      </w:tc>
      <w:tc>
        <w:tcPr>
          <w:tcW w:w="1325" w:type="dxa"/>
          <w:vMerge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/>
            </w:rPr>
          </w:pPr>
        </w:p>
      </w:tc>
    </w:tr>
    <w:tr w:rsidR="00455750" w:rsidRPr="00467F8B" w:rsidTr="00D06EDA">
      <w:trPr>
        <w:trHeight w:val="162"/>
      </w:trPr>
      <w:tc>
        <w:tcPr>
          <w:tcW w:w="1384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AB1C38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x</w:t>
          </w:r>
        </w:p>
      </w:tc>
      <w:tc>
        <w:tcPr>
          <w:tcW w:w="126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ORDINARIO</w:t>
          </w:r>
        </w:p>
      </w:tc>
      <w:tc>
        <w:tcPr>
          <w:tcW w:w="2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2126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D06EDA">
          <w:pPr>
            <w:jc w:val="center"/>
            <w:rPr>
              <w:rFonts w:asciiTheme="minorHAnsi" w:hAnsiTheme="minorHAnsi" w:cs="Arial"/>
              <w:b/>
              <w:sz w:val="16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REG./COMPLEMENTARIO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EXTRAORDINARIO</w:t>
          </w:r>
        </w:p>
      </w:tc>
      <w:tc>
        <w:tcPr>
          <w:tcW w:w="2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992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GLOBAL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850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ESPECIAL</w:t>
          </w:r>
        </w:p>
      </w:tc>
      <w:tc>
        <w:tcPr>
          <w:tcW w:w="1344" w:type="dxa"/>
          <w:gridSpan w:val="2"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</w:tr>
  </w:tbl>
  <w:p w:rsidR="00455750" w:rsidRDefault="00455750" w:rsidP="00157D44">
    <w:pPr>
      <w:pStyle w:val="Encabezado"/>
      <w:rPr>
        <w:sz w:val="14"/>
      </w:rPr>
    </w:pPr>
  </w:p>
  <w:p w:rsidR="00455750" w:rsidRPr="006A5A28" w:rsidRDefault="00455750" w:rsidP="00157D44">
    <w:pPr>
      <w:pStyle w:val="Encabezado"/>
      <w:rPr>
        <w:sz w:val="4"/>
      </w:rPr>
    </w:pPr>
  </w:p>
  <w:tbl>
    <w:tblPr>
      <w:tblW w:w="11049" w:type="dxa"/>
      <w:jc w:val="center"/>
      <w:tblLook w:val="04A0" w:firstRow="1" w:lastRow="0" w:firstColumn="1" w:lastColumn="0" w:noHBand="0" w:noVBand="1"/>
    </w:tblPr>
    <w:tblGrid>
      <w:gridCol w:w="1398"/>
      <w:gridCol w:w="6013"/>
      <w:gridCol w:w="2109"/>
      <w:gridCol w:w="1529"/>
    </w:tblGrid>
    <w:tr w:rsidR="00455750" w:rsidRPr="00467F8B" w:rsidTr="00BD37BC">
      <w:trPr>
        <w:trHeight w:val="266"/>
        <w:tblHeader/>
        <w:jc w:val="center"/>
      </w:trPr>
      <w:tc>
        <w:tcPr>
          <w:tcW w:w="1398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NOMBRE:</w:t>
          </w:r>
        </w:p>
      </w:tc>
      <w:tc>
        <w:tcPr>
          <w:tcW w:w="6013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  <w:tc>
        <w:tcPr>
          <w:tcW w:w="2109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NO. DE CONTROL:</w:t>
          </w:r>
        </w:p>
      </w:tc>
      <w:tc>
        <w:tcPr>
          <w:tcW w:w="1529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</w:tr>
    <w:tr w:rsidR="00455750" w:rsidRPr="00467F8B" w:rsidTr="00BD37BC">
      <w:trPr>
        <w:trHeight w:val="283"/>
        <w:tblHeader/>
        <w:jc w:val="center"/>
      </w:trPr>
      <w:tc>
        <w:tcPr>
          <w:tcW w:w="1398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DOCENTE:</w:t>
          </w:r>
        </w:p>
      </w:tc>
      <w:tc>
        <w:tcPr>
          <w:tcW w:w="6013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ING. ERNESTINA LEIJA</w:t>
          </w:r>
          <w:r w:rsidR="003B5C16">
            <w:rPr>
              <w:rFonts w:asciiTheme="minorHAnsi" w:hAnsiTheme="minorHAnsi" w:cs="Calibri"/>
              <w:b/>
              <w:sz w:val="18"/>
              <w:szCs w:val="18"/>
            </w:rPr>
            <w:t xml:space="preserve"> </w:t>
          </w: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RAMIREZ</w:t>
          </w:r>
          <w:r w:rsidR="00760907">
            <w:rPr>
              <w:rFonts w:asciiTheme="minorHAnsi" w:hAnsiTheme="minorHAnsi" w:cs="Calibri"/>
              <w:b/>
              <w:sz w:val="18"/>
              <w:szCs w:val="18"/>
            </w:rPr>
            <w:t xml:space="preserve"> </w:t>
          </w:r>
        </w:p>
      </w:tc>
      <w:tc>
        <w:tcPr>
          <w:tcW w:w="2109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FECHA DE APLICACIÓN:</w:t>
          </w:r>
        </w:p>
      </w:tc>
      <w:tc>
        <w:tcPr>
          <w:tcW w:w="152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</w:tr>
  </w:tbl>
  <w:p w:rsidR="00455750" w:rsidRPr="00D06EDA" w:rsidRDefault="00455750" w:rsidP="00432E0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D38"/>
    <w:multiLevelType w:val="hybridMultilevel"/>
    <w:tmpl w:val="6AD4A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A0609"/>
    <w:multiLevelType w:val="hybridMultilevel"/>
    <w:tmpl w:val="5B042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E3AD3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5255B"/>
    <w:multiLevelType w:val="hybridMultilevel"/>
    <w:tmpl w:val="BFD62D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20885"/>
    <w:multiLevelType w:val="hybridMultilevel"/>
    <w:tmpl w:val="51B632A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C59F8"/>
    <w:multiLevelType w:val="hybridMultilevel"/>
    <w:tmpl w:val="072676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C2F3A"/>
    <w:multiLevelType w:val="hybridMultilevel"/>
    <w:tmpl w:val="DC6A5452"/>
    <w:lvl w:ilvl="0" w:tplc="95E60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D83D18"/>
    <w:multiLevelType w:val="hybridMultilevel"/>
    <w:tmpl w:val="20663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811C0"/>
    <w:multiLevelType w:val="hybridMultilevel"/>
    <w:tmpl w:val="D58C10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420C"/>
    <w:multiLevelType w:val="hybridMultilevel"/>
    <w:tmpl w:val="29E45C6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B593D"/>
    <w:multiLevelType w:val="hybridMultilevel"/>
    <w:tmpl w:val="3F62FE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C12F1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C76D44"/>
    <w:multiLevelType w:val="hybridMultilevel"/>
    <w:tmpl w:val="59C42E9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85383"/>
    <w:multiLevelType w:val="hybridMultilevel"/>
    <w:tmpl w:val="271CBCE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5F4150"/>
    <w:multiLevelType w:val="hybridMultilevel"/>
    <w:tmpl w:val="0F94F0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63C6C"/>
    <w:multiLevelType w:val="hybridMultilevel"/>
    <w:tmpl w:val="C2E8DA4A"/>
    <w:lvl w:ilvl="0" w:tplc="1C5C58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6500E9"/>
    <w:multiLevelType w:val="hybridMultilevel"/>
    <w:tmpl w:val="DB389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95239"/>
    <w:multiLevelType w:val="hybridMultilevel"/>
    <w:tmpl w:val="EF0071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7E72DB"/>
    <w:multiLevelType w:val="hybridMultilevel"/>
    <w:tmpl w:val="258CEDE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B32F2E"/>
    <w:multiLevelType w:val="hybridMultilevel"/>
    <w:tmpl w:val="AFC6D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04030"/>
    <w:multiLevelType w:val="hybridMultilevel"/>
    <w:tmpl w:val="876820D0"/>
    <w:lvl w:ilvl="0" w:tplc="56B8223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D51540"/>
    <w:multiLevelType w:val="hybridMultilevel"/>
    <w:tmpl w:val="E244C8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A0405"/>
    <w:multiLevelType w:val="hybridMultilevel"/>
    <w:tmpl w:val="0D70EE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945AA"/>
    <w:multiLevelType w:val="hybridMultilevel"/>
    <w:tmpl w:val="B380BC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173F0B"/>
    <w:multiLevelType w:val="hybridMultilevel"/>
    <w:tmpl w:val="27CC27D8"/>
    <w:lvl w:ilvl="0" w:tplc="F30830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921CA"/>
    <w:multiLevelType w:val="hybridMultilevel"/>
    <w:tmpl w:val="5002BC7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9"/>
  </w:num>
  <w:num w:numId="6">
    <w:abstractNumId w:val="25"/>
  </w:num>
  <w:num w:numId="7">
    <w:abstractNumId w:val="16"/>
  </w:num>
  <w:num w:numId="8">
    <w:abstractNumId w:val="14"/>
  </w:num>
  <w:num w:numId="9">
    <w:abstractNumId w:val="2"/>
  </w:num>
  <w:num w:numId="10">
    <w:abstractNumId w:val="18"/>
  </w:num>
  <w:num w:numId="11">
    <w:abstractNumId w:val="1"/>
  </w:num>
  <w:num w:numId="12">
    <w:abstractNumId w:val="23"/>
  </w:num>
  <w:num w:numId="13">
    <w:abstractNumId w:val="20"/>
  </w:num>
  <w:num w:numId="14">
    <w:abstractNumId w:val="11"/>
  </w:num>
  <w:num w:numId="15">
    <w:abstractNumId w:val="8"/>
  </w:num>
  <w:num w:numId="16">
    <w:abstractNumId w:val="17"/>
  </w:num>
  <w:num w:numId="17">
    <w:abstractNumId w:val="7"/>
  </w:num>
  <w:num w:numId="18">
    <w:abstractNumId w:val="9"/>
  </w:num>
  <w:num w:numId="19">
    <w:abstractNumId w:val="21"/>
  </w:num>
  <w:num w:numId="20">
    <w:abstractNumId w:val="12"/>
  </w:num>
  <w:num w:numId="21">
    <w:abstractNumId w:val="22"/>
  </w:num>
  <w:num w:numId="22">
    <w:abstractNumId w:val="10"/>
  </w:num>
  <w:num w:numId="23">
    <w:abstractNumId w:val="5"/>
  </w:num>
  <w:num w:numId="24">
    <w:abstractNumId w:val="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gutterAtTop/>
  <w:activeWritingStyle w:appName="MSWord" w:lang="pt-BR" w:vendorID="64" w:dllVersion="131078" w:nlCheck="1" w:checkStyle="0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es-MX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8B"/>
    <w:rsid w:val="00010B7E"/>
    <w:rsid w:val="00014F96"/>
    <w:rsid w:val="00015A5E"/>
    <w:rsid w:val="00036941"/>
    <w:rsid w:val="000727DF"/>
    <w:rsid w:val="00084B40"/>
    <w:rsid w:val="00090585"/>
    <w:rsid w:val="000B442A"/>
    <w:rsid w:val="000B7196"/>
    <w:rsid w:val="000C0AC1"/>
    <w:rsid w:val="000C1849"/>
    <w:rsid w:val="000E7E63"/>
    <w:rsid w:val="000F73B4"/>
    <w:rsid w:val="001540A4"/>
    <w:rsid w:val="00157D44"/>
    <w:rsid w:val="0016095D"/>
    <w:rsid w:val="001A6590"/>
    <w:rsid w:val="001B2E36"/>
    <w:rsid w:val="001C7263"/>
    <w:rsid w:val="001D639E"/>
    <w:rsid w:val="00245BCD"/>
    <w:rsid w:val="00264687"/>
    <w:rsid w:val="0028541C"/>
    <w:rsid w:val="00296640"/>
    <w:rsid w:val="002A58D1"/>
    <w:rsid w:val="002A6810"/>
    <w:rsid w:val="002C4FDF"/>
    <w:rsid w:val="002D074A"/>
    <w:rsid w:val="002F0AEB"/>
    <w:rsid w:val="002F39B5"/>
    <w:rsid w:val="00304928"/>
    <w:rsid w:val="003101FB"/>
    <w:rsid w:val="00314985"/>
    <w:rsid w:val="00352FB5"/>
    <w:rsid w:val="00360042"/>
    <w:rsid w:val="0036747E"/>
    <w:rsid w:val="00386B07"/>
    <w:rsid w:val="003B3CB8"/>
    <w:rsid w:val="003B5C16"/>
    <w:rsid w:val="003E0DF2"/>
    <w:rsid w:val="004215E7"/>
    <w:rsid w:val="00432E04"/>
    <w:rsid w:val="00451002"/>
    <w:rsid w:val="00455750"/>
    <w:rsid w:val="00467F8B"/>
    <w:rsid w:val="00473F33"/>
    <w:rsid w:val="004A7CBD"/>
    <w:rsid w:val="0051422F"/>
    <w:rsid w:val="00573B67"/>
    <w:rsid w:val="0057476D"/>
    <w:rsid w:val="00580EDA"/>
    <w:rsid w:val="005810E4"/>
    <w:rsid w:val="0059304B"/>
    <w:rsid w:val="005E1E00"/>
    <w:rsid w:val="005E3007"/>
    <w:rsid w:val="005F7746"/>
    <w:rsid w:val="006065C2"/>
    <w:rsid w:val="0067178E"/>
    <w:rsid w:val="006A13B4"/>
    <w:rsid w:val="006A5A28"/>
    <w:rsid w:val="006B59DC"/>
    <w:rsid w:val="006D4CBD"/>
    <w:rsid w:val="006E4EA0"/>
    <w:rsid w:val="006F0E4F"/>
    <w:rsid w:val="00711AAA"/>
    <w:rsid w:val="007344DC"/>
    <w:rsid w:val="00760907"/>
    <w:rsid w:val="007705AF"/>
    <w:rsid w:val="007B5470"/>
    <w:rsid w:val="007D1CE2"/>
    <w:rsid w:val="007F56CB"/>
    <w:rsid w:val="00812D62"/>
    <w:rsid w:val="008207B5"/>
    <w:rsid w:val="00821C44"/>
    <w:rsid w:val="00833FDA"/>
    <w:rsid w:val="00875EAF"/>
    <w:rsid w:val="008822A1"/>
    <w:rsid w:val="008E4D6E"/>
    <w:rsid w:val="008E64F9"/>
    <w:rsid w:val="0091587C"/>
    <w:rsid w:val="009345FB"/>
    <w:rsid w:val="009621B0"/>
    <w:rsid w:val="00991C81"/>
    <w:rsid w:val="009E17EE"/>
    <w:rsid w:val="00A25F7F"/>
    <w:rsid w:val="00A35891"/>
    <w:rsid w:val="00A7341B"/>
    <w:rsid w:val="00A772AC"/>
    <w:rsid w:val="00A95773"/>
    <w:rsid w:val="00AA1D60"/>
    <w:rsid w:val="00AB1C38"/>
    <w:rsid w:val="00AB1F30"/>
    <w:rsid w:val="00AE26D4"/>
    <w:rsid w:val="00AF0FD5"/>
    <w:rsid w:val="00AF150A"/>
    <w:rsid w:val="00B21FF4"/>
    <w:rsid w:val="00B23902"/>
    <w:rsid w:val="00B55908"/>
    <w:rsid w:val="00B80DD1"/>
    <w:rsid w:val="00BB5486"/>
    <w:rsid w:val="00BD0791"/>
    <w:rsid w:val="00BD37BC"/>
    <w:rsid w:val="00BF49DF"/>
    <w:rsid w:val="00C03ADC"/>
    <w:rsid w:val="00C43E22"/>
    <w:rsid w:val="00C723E7"/>
    <w:rsid w:val="00CA0DF1"/>
    <w:rsid w:val="00CB4DF7"/>
    <w:rsid w:val="00D06EDA"/>
    <w:rsid w:val="00D52E25"/>
    <w:rsid w:val="00D7313A"/>
    <w:rsid w:val="00D829E0"/>
    <w:rsid w:val="00D83102"/>
    <w:rsid w:val="00DC7564"/>
    <w:rsid w:val="00E32914"/>
    <w:rsid w:val="00E55342"/>
    <w:rsid w:val="00E75CBA"/>
    <w:rsid w:val="00EB749A"/>
    <w:rsid w:val="00EF1323"/>
    <w:rsid w:val="00F01CD9"/>
    <w:rsid w:val="00F44C5B"/>
    <w:rsid w:val="00FD7BB9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78DE6B-AF29-490E-AFC9-EC39122A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F8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57476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5747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vnculo">
    <w:name w:val="Hyperlink"/>
    <w:rsid w:val="0057476D"/>
    <w:rPr>
      <w:color w:val="0248B0"/>
      <w:u w:val="single"/>
    </w:rPr>
  </w:style>
  <w:style w:type="table" w:styleId="Tablaconcuadrcula">
    <w:name w:val="Table Grid"/>
    <w:basedOn w:val="Tablanormal"/>
    <w:rsid w:val="0093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215E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215E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67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6747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uiPriority w:val="20"/>
    <w:qFormat/>
    <w:rsid w:val="00D83102"/>
    <w:rPr>
      <w:i/>
      <w:iCs/>
    </w:rPr>
  </w:style>
  <w:style w:type="character" w:customStyle="1" w:styleId="apple-converted-space">
    <w:name w:val="apple-converted-space"/>
    <w:basedOn w:val="Fuentedeprrafopredeter"/>
    <w:rsid w:val="00D83102"/>
  </w:style>
  <w:style w:type="paragraph" w:styleId="Prrafodelista">
    <w:name w:val="List Paragraph"/>
    <w:basedOn w:val="Normal"/>
    <w:uiPriority w:val="34"/>
    <w:qFormat/>
    <w:rsid w:val="00D83102"/>
    <w:pPr>
      <w:ind w:left="720"/>
      <w:contextualSpacing/>
    </w:pPr>
  </w:style>
  <w:style w:type="character" w:customStyle="1" w:styleId="sentence">
    <w:name w:val="sentence"/>
    <w:basedOn w:val="Fuentedeprrafopredeter"/>
    <w:rsid w:val="0067178E"/>
  </w:style>
  <w:style w:type="character" w:styleId="Textoennegrita">
    <w:name w:val="Strong"/>
    <w:basedOn w:val="Fuentedeprrafopredeter"/>
    <w:qFormat/>
    <w:rsid w:val="00352F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tor\Dropbox\Fundamentos%20de%20Programaci&#243;n\FORMATOS\RC-04-01%20Plantilla%20Exame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63B32A-55E8-4BA5-88B6-1E8E92B6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RC-04-01 Plantilla Examen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NOMBRE:___________________________________</vt:lpstr>
    </vt:vector>
  </TitlesOfParts>
  <Company>CASA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</dc:title>
  <dc:creator>Hector</dc:creator>
  <cp:keywords>Plantilla de Examen</cp:keywords>
  <cp:lastModifiedBy>PC</cp:lastModifiedBy>
  <cp:revision>2</cp:revision>
  <cp:lastPrinted>2007-10-11T18:41:00Z</cp:lastPrinted>
  <dcterms:created xsi:type="dcterms:W3CDTF">2017-10-16T14:22:00Z</dcterms:created>
  <dcterms:modified xsi:type="dcterms:W3CDTF">2017-10-16T14:22:00Z</dcterms:modified>
</cp:coreProperties>
</file>